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C62299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2A0D" w:rsidRDefault="00BA0D51" w:rsidP="00702A0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</w:t>
                          </w:r>
                          <w:r w:rsidR="005B32E3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lti-accueil Les Doudous sous l’Olivier</w:t>
                          </w:r>
                        </w:p>
                        <w:p w:rsidR="00256C33" w:rsidRPr="00702A0D" w:rsidRDefault="005B32E3" w:rsidP="00702A0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 rue Victor Schoelcher</w:t>
                          </w:r>
                        </w:p>
                        <w:p w:rsidR="00256C33" w:rsidRDefault="005B32E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44800 SAINT-HERBLAIN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5B32E3" w:rsidRPr="006D3EE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ma-doudoussouslolivier</w:t>
                            </w:r>
                            <w:r w:rsidR="005B32E3" w:rsidRPr="006D3EE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5B32E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40 36 09 96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5B32E3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844 790 150 01963</w:t>
                          </w:r>
                        </w:p>
                        <w:p w:rsidR="00256C33" w:rsidRPr="00BD52B4" w:rsidRDefault="00C62299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Les Doudous Sous l’Olivier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702A0D" w:rsidRDefault="00BA0D51" w:rsidP="00702A0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</w:t>
                    </w:r>
                    <w:r w:rsidR="005B32E3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lti-accueil Les Doudous sous l’Olivier</w:t>
                    </w:r>
                  </w:p>
                  <w:p w:rsidR="00256C33" w:rsidRPr="00702A0D" w:rsidRDefault="005B32E3" w:rsidP="00702A0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 rue Victor Schoelcher</w:t>
                    </w:r>
                  </w:p>
                  <w:p w:rsidR="00256C33" w:rsidRDefault="005B32E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44800 SAINT-HERBLAIN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5B32E3" w:rsidRPr="006D3EE9">
                        <w:rPr>
                          <w:rStyle w:val="Lienhypertexte"/>
                          <w:sz w:val="16"/>
                          <w:szCs w:val="16"/>
                        </w:rPr>
                        <w:t>ma-doudoussouslolivier</w:t>
                      </w:r>
                      <w:r w:rsidR="005B32E3" w:rsidRPr="006D3EE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5B32E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40 36 09 96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5B32E3">
                      <w:rPr>
                        <w:color w:val="878786"/>
                        <w:sz w:val="12"/>
                        <w:szCs w:val="12"/>
                      </w:rPr>
                      <w:t>844 790 150 01963</w:t>
                    </w:r>
                  </w:p>
                  <w:p w:rsidR="00256C33" w:rsidRPr="00BD52B4" w:rsidRDefault="00C62299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Les Doudous Sous l’Olivier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32E3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02A0D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36429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095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62299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7FE47F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doudoussouslolivier-pdl@vyv3.fr" TargetMode="External"/><Relationship Id="rId1" Type="http://schemas.openxmlformats.org/officeDocument/2006/relationships/hyperlink" Target="mailto:ma-doudoussouslolivier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b7fc1b99-8ebe-4374-9cc1-f5204f903109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4d88cad-2694-4fc8-ba0f-2537f7b0032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BE3B7D-53C2-458F-8450-6052CB94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2023-12-21T15:32:00Z</dcterms:created>
  <dcterms:modified xsi:type="dcterms:W3CDTF">2024-01-03T15:04:00Z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